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46991-7CD3-4640-8A09-7468BF2A00EC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